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ECC" w:rsidRPr="00CF4A59" w:rsidRDefault="00156ECC" w:rsidP="00CF4A59">
      <w:pPr>
        <w:spacing w:after="0"/>
        <w:jc w:val="center"/>
        <w:rPr>
          <w:b/>
          <w:noProof/>
          <w:sz w:val="40"/>
          <w:szCs w:val="40"/>
          <w:lang w:eastAsia="ru-RU"/>
        </w:rPr>
      </w:pPr>
      <w:r w:rsidRPr="00CF4A59">
        <w:rPr>
          <w:b/>
          <w:noProof/>
          <w:sz w:val="40"/>
          <w:szCs w:val="40"/>
          <w:lang w:eastAsia="ru-RU"/>
        </w:rPr>
        <w:t>Памятка для родителей</w:t>
      </w:r>
    </w:p>
    <w:p w:rsidR="00156ECC" w:rsidRDefault="00156ECC" w:rsidP="006821FB">
      <w:pPr>
        <w:jc w:val="center"/>
        <w:rPr>
          <w:b/>
        </w:rPr>
      </w:pPr>
      <w:r w:rsidRPr="004C6C01"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8pt;height:147pt;visibility:visible">
            <v:imagedata r:id="rId4" o:title=""/>
          </v:shape>
        </w:pict>
      </w:r>
    </w:p>
    <w:p w:rsidR="00156ECC" w:rsidRDefault="00156ECC" w:rsidP="006821FB">
      <w:pPr>
        <w:jc w:val="both"/>
      </w:pPr>
      <w:r>
        <w:t xml:space="preserve">1. Родителям и другим членам семьи надо </w:t>
      </w:r>
      <w:r w:rsidRPr="006821FB">
        <w:rPr>
          <w:b/>
        </w:rPr>
        <w:t>показывать пример детям, как пользоваться Интернетом.</w:t>
      </w:r>
      <w:r>
        <w:t xml:space="preserve"> Определить с детьми семейные правила использования Интернета (указать сайты, которые можно просматривать без ограничения, время подключения к Интернету, разъяснить инструкции по безопасному общению в социальных сетях), проявляя настойчивость, но при этом показывать позитивное, созидательное отношение к компьютеру, к Интернету.</w:t>
      </w:r>
    </w:p>
    <w:p w:rsidR="00156ECC" w:rsidRDefault="00156ECC" w:rsidP="006821FB">
      <w:pPr>
        <w:jc w:val="both"/>
      </w:pPr>
      <w:r>
        <w:t xml:space="preserve">2. </w:t>
      </w:r>
      <w:r w:rsidRPr="00B633A4">
        <w:rPr>
          <w:b/>
        </w:rPr>
        <w:t>Установите компьютеры в открытом месте,</w:t>
      </w:r>
      <w:r>
        <w:t xml:space="preserve"> а не в спальне ребенка, тогда легче будет контролировать подключение и действия ребенка в Сети.</w:t>
      </w:r>
    </w:p>
    <w:p w:rsidR="00156ECC" w:rsidRDefault="00156ECC" w:rsidP="006821FB">
      <w:pPr>
        <w:jc w:val="both"/>
      </w:pPr>
      <w:r>
        <w:t xml:space="preserve">3. </w:t>
      </w:r>
      <w:r w:rsidRPr="00B633A4">
        <w:rPr>
          <w:b/>
        </w:rPr>
        <w:t>Используйте функцию «блокировка всплывающих окон»</w:t>
      </w:r>
      <w:r>
        <w:t xml:space="preserve"> (она встроена в браузер Internet Explorer) для защиты детей от всплывающих окон с оскорбительным содержанием, также функцию «родительский контроль» Windows 7 и «семейной безопасность» Windows Live.</w:t>
      </w:r>
    </w:p>
    <w:p w:rsidR="00156ECC" w:rsidRDefault="00156ECC" w:rsidP="006821FB">
      <w:pPr>
        <w:jc w:val="both"/>
      </w:pPr>
      <w:r>
        <w:t xml:space="preserve">4. </w:t>
      </w:r>
      <w:r w:rsidRPr="00B633A4">
        <w:rPr>
          <w:b/>
        </w:rPr>
        <w:t>Без разрешения родителей дети не должны загружать в компьютер</w:t>
      </w:r>
      <w:r>
        <w:t xml:space="preserve"> файлы, бесплатные игры, бесплатную музыку, программы из Интернета, фильмы, чтобы не «подцепить вирус», программы-шпионы и т.п.».</w:t>
      </w:r>
    </w:p>
    <w:p w:rsidR="00156ECC" w:rsidRDefault="00156ECC" w:rsidP="006821FB">
      <w:pPr>
        <w:jc w:val="both"/>
      </w:pPr>
      <w:r>
        <w:t xml:space="preserve">5. Прежде чем дети разместят свои </w:t>
      </w:r>
      <w:r w:rsidRPr="00B633A4">
        <w:rPr>
          <w:b/>
        </w:rPr>
        <w:t>материалы</w:t>
      </w:r>
      <w:r>
        <w:t xml:space="preserve"> (фото, тексты) в Интернете, </w:t>
      </w:r>
      <w:r w:rsidRPr="00B633A4">
        <w:rPr>
          <w:b/>
        </w:rPr>
        <w:t>желательно их просмотреть и проанализировать,</w:t>
      </w:r>
      <w:r>
        <w:t xml:space="preserve"> чтобы на фотографиях не было личной информации (изображения семьи, школы), своего адреса, номера телефона, т.е. минимум реальной информации о себе,</w:t>
      </w:r>
      <w:r w:rsidRPr="00CF4A59">
        <w:t xml:space="preserve"> </w:t>
      </w:r>
      <w:r>
        <w:t>так как для</w:t>
      </w:r>
    </w:p>
    <w:p w:rsidR="00156ECC" w:rsidRPr="00CF4A59" w:rsidRDefault="00156ECC" w:rsidP="00CF4A59">
      <w:pPr>
        <w:spacing w:after="0"/>
        <w:jc w:val="center"/>
        <w:rPr>
          <w:b/>
          <w:noProof/>
          <w:sz w:val="40"/>
          <w:szCs w:val="40"/>
          <w:lang w:eastAsia="ru-RU"/>
        </w:rPr>
      </w:pPr>
      <w:r w:rsidRPr="00CF4A59">
        <w:rPr>
          <w:b/>
          <w:noProof/>
          <w:sz w:val="40"/>
          <w:szCs w:val="40"/>
          <w:lang w:eastAsia="ru-RU"/>
        </w:rPr>
        <w:t>Памятка для родителей</w:t>
      </w:r>
    </w:p>
    <w:p w:rsidR="00156ECC" w:rsidRDefault="00156ECC" w:rsidP="006821FB">
      <w:pPr>
        <w:jc w:val="both"/>
      </w:pPr>
      <w:r w:rsidRPr="004C6C01">
        <w:rPr>
          <w:b/>
          <w:noProof/>
          <w:lang w:eastAsia="ru-RU"/>
        </w:rPr>
        <w:pict>
          <v:shape id="Рисунок 2" o:spid="_x0000_i1026" type="#_x0000_t75" style="width:358pt;height:147pt;visibility:visible">
            <v:imagedata r:id="rId4" o:title=""/>
          </v:shape>
        </w:pict>
      </w:r>
    </w:p>
    <w:p w:rsidR="00156ECC" w:rsidRDefault="00156ECC" w:rsidP="00B633A4">
      <w:pPr>
        <w:jc w:val="both"/>
      </w:pPr>
      <w:r>
        <w:t xml:space="preserve">1. Родителям и другим членам семьи надо </w:t>
      </w:r>
      <w:r w:rsidRPr="006821FB">
        <w:rPr>
          <w:b/>
        </w:rPr>
        <w:t>показывать пример детям, как пользоваться Интернетом.</w:t>
      </w:r>
      <w:r>
        <w:t xml:space="preserve"> Определить с детьми семейные правила использования Интернета (указать сайты, которые можно просматривать без ограничения, время подключения к Интернету, разъяснить инструкции по безопасному общению в социальных сетях), проявляя настойчивость, но при этом показывать позитивное, созидательное отношение к компьютеру, к Интернету.</w:t>
      </w:r>
    </w:p>
    <w:p w:rsidR="00156ECC" w:rsidRDefault="00156ECC" w:rsidP="00B633A4">
      <w:pPr>
        <w:jc w:val="both"/>
      </w:pPr>
      <w:r>
        <w:t xml:space="preserve">2. </w:t>
      </w:r>
      <w:r w:rsidRPr="00B633A4">
        <w:rPr>
          <w:b/>
        </w:rPr>
        <w:t>Установите компьютеры в открытом месте,</w:t>
      </w:r>
      <w:r>
        <w:t xml:space="preserve"> а не в спальне ребенка, тогда легче будет контролировать подключение и действия ребенка в Сети.</w:t>
      </w:r>
    </w:p>
    <w:p w:rsidR="00156ECC" w:rsidRDefault="00156ECC" w:rsidP="00B633A4">
      <w:pPr>
        <w:jc w:val="both"/>
      </w:pPr>
      <w:r>
        <w:t xml:space="preserve">3. </w:t>
      </w:r>
      <w:r w:rsidRPr="00B633A4">
        <w:rPr>
          <w:b/>
        </w:rPr>
        <w:t>Используйте функцию «блокировка всплывающих окон»</w:t>
      </w:r>
      <w:r>
        <w:t xml:space="preserve"> (она встроена в браузер Internet Explorer) для защиты детей от всплывающих окон с оскорбительным содержанием, также функцию «родительский контроль» Windows 7 и «семейной безопасность» Windows Live.</w:t>
      </w:r>
    </w:p>
    <w:p w:rsidR="00156ECC" w:rsidRDefault="00156ECC" w:rsidP="00B633A4">
      <w:pPr>
        <w:jc w:val="both"/>
      </w:pPr>
      <w:r>
        <w:t xml:space="preserve">4. </w:t>
      </w:r>
      <w:r w:rsidRPr="00B633A4">
        <w:rPr>
          <w:b/>
        </w:rPr>
        <w:t>Без разрешения родителей дети не должны загружать в компьютер</w:t>
      </w:r>
      <w:r>
        <w:t xml:space="preserve"> файлы, бесплатные игры, бесплатную музыку, программы из Интернета, фильмы, чтобы не «подцепить вирус», программы-шпионы и т.п.».</w:t>
      </w:r>
    </w:p>
    <w:p w:rsidR="00156ECC" w:rsidRDefault="00156ECC" w:rsidP="006821FB">
      <w:pPr>
        <w:jc w:val="both"/>
      </w:pPr>
      <w:r>
        <w:t xml:space="preserve">5. Прежде чем дети разместят свои </w:t>
      </w:r>
      <w:r w:rsidRPr="00B633A4">
        <w:rPr>
          <w:b/>
        </w:rPr>
        <w:t>материалы</w:t>
      </w:r>
      <w:r>
        <w:t xml:space="preserve"> (фото, тексты) в Интернете, </w:t>
      </w:r>
      <w:r w:rsidRPr="00B633A4">
        <w:rPr>
          <w:b/>
        </w:rPr>
        <w:t>желательно их просмотреть и проанализировать,</w:t>
      </w:r>
      <w:r>
        <w:t xml:space="preserve"> чтобы на фотографиях не было личной информации (изображения семьи, школы), своего адреса, номера телефона, т.е. минимум реальной информации о себе,</w:t>
      </w:r>
      <w:r w:rsidRPr="00CF4A59">
        <w:t xml:space="preserve"> </w:t>
      </w:r>
      <w:r>
        <w:t>так как для</w:t>
      </w:r>
    </w:p>
    <w:p w:rsidR="00156ECC" w:rsidRDefault="00156ECC" w:rsidP="006821FB">
      <w:pPr>
        <w:jc w:val="both"/>
      </w:pPr>
      <w:r>
        <w:t>просмотра этих материалам открыт доступ в Интернете всем, и недоброжелателям в том числе. Злоумышленник способен выследить человека по его номеру телефона или адресу.</w:t>
      </w:r>
    </w:p>
    <w:p w:rsidR="00156ECC" w:rsidRDefault="00156ECC" w:rsidP="006821FB">
      <w:pPr>
        <w:spacing w:after="0"/>
        <w:jc w:val="both"/>
      </w:pPr>
      <w:r>
        <w:t xml:space="preserve">6. Необходимо </w:t>
      </w:r>
      <w:r w:rsidRPr="00B633A4">
        <w:rPr>
          <w:b/>
        </w:rPr>
        <w:t>обращать внимание на то, что интересует ребенка,</w:t>
      </w:r>
      <w:r>
        <w:t xml:space="preserve"> какие сайты посещает, что ищет. </w:t>
      </w:r>
      <w:r w:rsidRPr="00CF4A59">
        <w:rPr>
          <w:b/>
        </w:rPr>
        <w:t>Попросите детей рассказывать</w:t>
      </w:r>
      <w:r>
        <w:t xml:space="preserve"> вам всё о тех, с кем они общаются. Будьте деликатны:</w:t>
      </w:r>
    </w:p>
    <w:p w:rsidR="00156ECC" w:rsidRDefault="00156ECC" w:rsidP="006821FB">
      <w:pPr>
        <w:spacing w:after="0"/>
        <w:jc w:val="both"/>
      </w:pPr>
      <w:r>
        <w:t xml:space="preserve">- обсуждайте общение детей с их друзьями в социальных сетях, а также что они делают в Интернете сами или со сверстниками; </w:t>
      </w:r>
    </w:p>
    <w:p w:rsidR="00156ECC" w:rsidRDefault="00156ECC" w:rsidP="00B633A4">
      <w:pPr>
        <w:jc w:val="both"/>
      </w:pPr>
      <w:r>
        <w:t>- интересуйтесь: не было ли у них страха или неудобства от увиденного. Спокойно объясните детям, что их не накажут за то, что они расскажут вам.</w:t>
      </w:r>
    </w:p>
    <w:p w:rsidR="00156ECC" w:rsidRDefault="00156ECC" w:rsidP="006821FB">
      <w:pPr>
        <w:jc w:val="both"/>
      </w:pPr>
      <w:r>
        <w:t xml:space="preserve">7. </w:t>
      </w:r>
      <w:r w:rsidRPr="00B633A4">
        <w:rPr>
          <w:b/>
        </w:rPr>
        <w:t>Поговорите с детьми-подростками о сайтах «для взрослых»,</w:t>
      </w:r>
      <w:r>
        <w:t xml:space="preserve"> о порнографии, покажите им позитивные сайты, посвященные здоровью и сексуальности.</w:t>
      </w:r>
    </w:p>
    <w:p w:rsidR="00156ECC" w:rsidRDefault="00156ECC" w:rsidP="006821FB">
      <w:pPr>
        <w:jc w:val="both"/>
      </w:pPr>
      <w:r>
        <w:t xml:space="preserve">8. </w:t>
      </w:r>
      <w:r w:rsidRPr="00B633A4">
        <w:rPr>
          <w:b/>
        </w:rPr>
        <w:t>Расскажите детям,</w:t>
      </w:r>
      <w:r>
        <w:t xml:space="preserve"> что нельзя отправлять незнакомым людям свой адрес, телефон - это может быть злоумышленник. Под видом подростка представиться может взрослый человек с корыстными, не добрыми намерениями; </w:t>
      </w:r>
      <w:r w:rsidRPr="00CF4A59">
        <w:rPr>
          <w:b/>
        </w:rPr>
        <w:t>объясните,</w:t>
      </w:r>
      <w:r>
        <w:t xml:space="preserve"> что обмениваясь текстами, изображениями, рисунками с веб-сайтов, можно нарушить авторские права.</w:t>
      </w:r>
    </w:p>
    <w:p w:rsidR="00156ECC" w:rsidRDefault="00156ECC" w:rsidP="006821FB">
      <w:pPr>
        <w:jc w:val="both"/>
      </w:pPr>
      <w:r>
        <w:t xml:space="preserve">9. </w:t>
      </w:r>
      <w:r w:rsidRPr="00B633A4">
        <w:rPr>
          <w:b/>
        </w:rPr>
        <w:t>Не надо оставлять</w:t>
      </w:r>
      <w:r>
        <w:t xml:space="preserve"> в публичном доступе, ни на каких форумах, сайтах сообществ, </w:t>
      </w:r>
      <w:r w:rsidRPr="00B633A4">
        <w:rPr>
          <w:b/>
        </w:rPr>
        <w:t>свой адрес электронной почты</w:t>
      </w:r>
      <w:r>
        <w:t xml:space="preserve"> - это добыча для спамеров, почта может заполниться рекламой и мусорными письмами. </w:t>
      </w:r>
    </w:p>
    <w:p w:rsidR="00156ECC" w:rsidRDefault="00156ECC" w:rsidP="006821FB">
      <w:pPr>
        <w:jc w:val="both"/>
      </w:pPr>
      <w:r>
        <w:t xml:space="preserve">10. Объясните своим детям-подросткам, что </w:t>
      </w:r>
      <w:r w:rsidRPr="00B633A4">
        <w:rPr>
          <w:b/>
        </w:rPr>
        <w:t>азартные игры в Интернете являются незаконными</w:t>
      </w:r>
      <w:r>
        <w:t xml:space="preserve"> и могут привести и неприятным последствиям, в частности к игромании (зависимости от игр).</w:t>
      </w:r>
    </w:p>
    <w:p w:rsidR="00156ECC" w:rsidRDefault="00156ECC" w:rsidP="006821FB">
      <w:pPr>
        <w:jc w:val="both"/>
      </w:pPr>
      <w:r>
        <w:t xml:space="preserve">11. Напомните детям, что </w:t>
      </w:r>
      <w:r w:rsidRPr="00B633A4">
        <w:rPr>
          <w:b/>
        </w:rPr>
        <w:t>опубликован</w:t>
      </w:r>
      <w:r>
        <w:rPr>
          <w:b/>
        </w:rPr>
        <w:t>ное нельзя «стереть», исправить!</w:t>
      </w:r>
    </w:p>
    <w:p w:rsidR="00156ECC" w:rsidRDefault="00156ECC" w:rsidP="00B633A4">
      <w:pPr>
        <w:spacing w:after="0"/>
        <w:jc w:val="both"/>
        <w:rPr>
          <w:b/>
        </w:rPr>
      </w:pPr>
      <w:r>
        <w:t xml:space="preserve">12. Комментарий, фотография, сообщение, опубликованное ребенком в социальной сети остается там навсегда, поэтому </w:t>
      </w:r>
      <w:r>
        <w:rPr>
          <w:b/>
        </w:rPr>
        <w:t>нужно задумываться</w:t>
      </w:r>
      <w:r w:rsidRPr="00B633A4">
        <w:rPr>
          <w:b/>
        </w:rPr>
        <w:t xml:space="preserve"> о последствиях своих </w:t>
      </w:r>
      <w:bookmarkStart w:id="0" w:name="_GoBack"/>
      <w:bookmarkEnd w:id="0"/>
      <w:r w:rsidRPr="00B633A4">
        <w:rPr>
          <w:b/>
        </w:rPr>
        <w:t>действий.</w:t>
      </w:r>
    </w:p>
    <w:p w:rsidR="00156ECC" w:rsidRDefault="00156ECC" w:rsidP="00B633A4">
      <w:pPr>
        <w:spacing w:after="0"/>
        <w:jc w:val="right"/>
        <w:rPr>
          <w:sz w:val="16"/>
          <w:szCs w:val="16"/>
        </w:rPr>
      </w:pPr>
      <w:r w:rsidRPr="00B633A4">
        <w:rPr>
          <w:sz w:val="16"/>
          <w:szCs w:val="16"/>
        </w:rPr>
        <w:t xml:space="preserve">Муниципальное общеобразовательное учреждение </w:t>
      </w:r>
    </w:p>
    <w:p w:rsidR="00156ECC" w:rsidRPr="00B633A4" w:rsidRDefault="00156ECC" w:rsidP="00B633A4">
      <w:pPr>
        <w:spacing w:after="0"/>
        <w:jc w:val="right"/>
        <w:rPr>
          <w:sz w:val="16"/>
          <w:szCs w:val="16"/>
        </w:rPr>
      </w:pPr>
      <w:r w:rsidRPr="00B633A4">
        <w:rPr>
          <w:sz w:val="16"/>
          <w:szCs w:val="16"/>
        </w:rPr>
        <w:t>«Средняя общеобразовательная школа №7»</w:t>
      </w:r>
    </w:p>
    <w:p w:rsidR="00156ECC" w:rsidRDefault="00156ECC" w:rsidP="00B633A4">
      <w:pPr>
        <w:jc w:val="both"/>
      </w:pPr>
      <w:r>
        <w:t>просмотра этих материалам открыт доступ в Интернете всем, и недоброжелателям в том числе. Злоумышленник способен выследить человека по его номеру телефона или адресу.</w:t>
      </w:r>
    </w:p>
    <w:p w:rsidR="00156ECC" w:rsidRDefault="00156ECC" w:rsidP="00B633A4">
      <w:pPr>
        <w:spacing w:after="0"/>
        <w:jc w:val="both"/>
      </w:pPr>
      <w:r>
        <w:t xml:space="preserve">6. Необходимо </w:t>
      </w:r>
      <w:r w:rsidRPr="00B633A4">
        <w:rPr>
          <w:b/>
        </w:rPr>
        <w:t>обращать внимание на то, что интересует ребенка,</w:t>
      </w:r>
      <w:r>
        <w:t xml:space="preserve"> какие сайты посещает, что ищет. </w:t>
      </w:r>
      <w:r w:rsidRPr="00CF4A59">
        <w:rPr>
          <w:b/>
        </w:rPr>
        <w:t>Попросите детей рассказывать</w:t>
      </w:r>
      <w:r>
        <w:t xml:space="preserve"> вам всё о тех, с кем они общаются. Будьте деликатны:</w:t>
      </w:r>
    </w:p>
    <w:p w:rsidR="00156ECC" w:rsidRDefault="00156ECC" w:rsidP="00B633A4">
      <w:pPr>
        <w:spacing w:after="0"/>
        <w:jc w:val="both"/>
      </w:pPr>
      <w:r>
        <w:t xml:space="preserve">- обсуждайте общение детей с их друзьями в социальных сетях, а также что они делают в Интернете сами или со сверстниками; </w:t>
      </w:r>
    </w:p>
    <w:p w:rsidR="00156ECC" w:rsidRDefault="00156ECC" w:rsidP="00B633A4">
      <w:pPr>
        <w:jc w:val="both"/>
      </w:pPr>
      <w:r>
        <w:t>- интересуйтесь: не было ли у них страха или неудобства от увиденного. Спокойно объясните детям, что их не накажут за то, что они расскажут вам.</w:t>
      </w:r>
    </w:p>
    <w:p w:rsidR="00156ECC" w:rsidRDefault="00156ECC" w:rsidP="00B633A4">
      <w:pPr>
        <w:jc w:val="both"/>
      </w:pPr>
      <w:r>
        <w:t xml:space="preserve">7. </w:t>
      </w:r>
      <w:r w:rsidRPr="00B633A4">
        <w:rPr>
          <w:b/>
        </w:rPr>
        <w:t>Поговорите с детьми-подростками о сайтах «для взрослых»,</w:t>
      </w:r>
      <w:r>
        <w:t xml:space="preserve"> о порнографии, покажите им позитивные сайты, посвященные здоровью и сексуальности.</w:t>
      </w:r>
    </w:p>
    <w:p w:rsidR="00156ECC" w:rsidRDefault="00156ECC" w:rsidP="00B633A4">
      <w:pPr>
        <w:jc w:val="both"/>
      </w:pPr>
      <w:r>
        <w:t xml:space="preserve">8. </w:t>
      </w:r>
      <w:r w:rsidRPr="00B633A4">
        <w:rPr>
          <w:b/>
        </w:rPr>
        <w:t>Расскажите детям,</w:t>
      </w:r>
      <w:r>
        <w:t xml:space="preserve"> что нельзя отправлять незнакомым людям свой адрес, телефон - это может быть злоумышленник. Под видом подростка представиться может взрослый человек с корыстными, не добрыми намерениями; </w:t>
      </w:r>
      <w:r w:rsidRPr="00CF4A59">
        <w:rPr>
          <w:b/>
        </w:rPr>
        <w:t>объясните,</w:t>
      </w:r>
      <w:r>
        <w:t xml:space="preserve"> что обмениваясь текстами, изображениями, рисунками с веб-сайтов, можно нарушить авторские права.</w:t>
      </w:r>
    </w:p>
    <w:p w:rsidR="00156ECC" w:rsidRDefault="00156ECC" w:rsidP="00B633A4">
      <w:pPr>
        <w:jc w:val="both"/>
      </w:pPr>
      <w:r>
        <w:t xml:space="preserve">9. </w:t>
      </w:r>
      <w:r w:rsidRPr="00B633A4">
        <w:rPr>
          <w:b/>
        </w:rPr>
        <w:t>Не надо оставлять</w:t>
      </w:r>
      <w:r>
        <w:t xml:space="preserve"> в публичном доступе, ни на каких форумах, сайтах сообществ, </w:t>
      </w:r>
      <w:r w:rsidRPr="00B633A4">
        <w:rPr>
          <w:b/>
        </w:rPr>
        <w:t>свой адрес электронной почты</w:t>
      </w:r>
      <w:r>
        <w:t xml:space="preserve"> - это добыча для спамеров, почта может заполниться рекламой и мусорными письмами. </w:t>
      </w:r>
    </w:p>
    <w:p w:rsidR="00156ECC" w:rsidRDefault="00156ECC" w:rsidP="00B633A4">
      <w:pPr>
        <w:jc w:val="both"/>
      </w:pPr>
      <w:r>
        <w:t xml:space="preserve">10. Объясните своим детям-подросткам, что </w:t>
      </w:r>
      <w:r w:rsidRPr="00B633A4">
        <w:rPr>
          <w:b/>
        </w:rPr>
        <w:t>азартные игры в Интернете являются незаконными</w:t>
      </w:r>
      <w:r>
        <w:t xml:space="preserve"> и могут привести и неприятным последствиям, в частности к игромании (зависимости от игр).</w:t>
      </w:r>
    </w:p>
    <w:p w:rsidR="00156ECC" w:rsidRDefault="00156ECC" w:rsidP="00B633A4">
      <w:pPr>
        <w:jc w:val="both"/>
      </w:pPr>
      <w:r>
        <w:t xml:space="preserve">11. Напомните детям, что </w:t>
      </w:r>
      <w:r w:rsidRPr="00B633A4">
        <w:rPr>
          <w:b/>
        </w:rPr>
        <w:t>опубликован</w:t>
      </w:r>
      <w:r>
        <w:rPr>
          <w:b/>
        </w:rPr>
        <w:t>ное нельзя «стереть», исправить!</w:t>
      </w:r>
    </w:p>
    <w:p w:rsidR="00156ECC" w:rsidRDefault="00156ECC" w:rsidP="001B2ADD">
      <w:pPr>
        <w:spacing w:after="0"/>
        <w:jc w:val="both"/>
        <w:rPr>
          <w:b/>
        </w:rPr>
      </w:pPr>
      <w:r>
        <w:t xml:space="preserve">12. Комментарий, фотография, сообщение, опубликованное ребенком в социальной сети остается там навсегда, поэтому </w:t>
      </w:r>
      <w:r>
        <w:rPr>
          <w:b/>
        </w:rPr>
        <w:t>нужно задумываться</w:t>
      </w:r>
      <w:r w:rsidRPr="00B633A4">
        <w:rPr>
          <w:b/>
        </w:rPr>
        <w:t xml:space="preserve"> о последствиях своих действий.</w:t>
      </w:r>
    </w:p>
    <w:p w:rsidR="00156ECC" w:rsidRDefault="00156ECC" w:rsidP="001B2ADD">
      <w:pPr>
        <w:spacing w:after="0"/>
        <w:jc w:val="right"/>
        <w:rPr>
          <w:sz w:val="16"/>
          <w:szCs w:val="16"/>
        </w:rPr>
      </w:pPr>
      <w:r w:rsidRPr="00B633A4">
        <w:rPr>
          <w:sz w:val="16"/>
          <w:szCs w:val="16"/>
        </w:rPr>
        <w:t xml:space="preserve">Муниципальное общеобразовательное учреждение </w:t>
      </w:r>
    </w:p>
    <w:p w:rsidR="00156ECC" w:rsidRPr="001B2ADD" w:rsidRDefault="00156ECC" w:rsidP="001B2ADD">
      <w:pPr>
        <w:spacing w:after="0"/>
        <w:jc w:val="right"/>
        <w:rPr>
          <w:sz w:val="16"/>
          <w:szCs w:val="16"/>
        </w:rPr>
      </w:pPr>
      <w:r w:rsidRPr="00B633A4">
        <w:rPr>
          <w:sz w:val="16"/>
          <w:szCs w:val="16"/>
        </w:rPr>
        <w:t>«Средняя общеобразовательная школа №7»</w:t>
      </w:r>
    </w:p>
    <w:sectPr w:rsidR="00156ECC" w:rsidRPr="001B2ADD" w:rsidSect="00CF4A59">
      <w:pgSz w:w="16838" w:h="11906" w:orient="landscape"/>
      <w:pgMar w:top="454" w:right="567" w:bottom="454" w:left="567" w:header="0" w:footer="6" w:gutter="0"/>
      <w:cols w:num="2"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7ED"/>
    <w:rsid w:val="00156ECC"/>
    <w:rsid w:val="001B2ADD"/>
    <w:rsid w:val="003027ED"/>
    <w:rsid w:val="004C6C01"/>
    <w:rsid w:val="006821FB"/>
    <w:rsid w:val="0078515B"/>
    <w:rsid w:val="00841ADA"/>
    <w:rsid w:val="0099564B"/>
    <w:rsid w:val="00B633A4"/>
    <w:rsid w:val="00C3316E"/>
    <w:rsid w:val="00C66612"/>
    <w:rsid w:val="00CF4A59"/>
    <w:rsid w:val="00DC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8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2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915</Words>
  <Characters>5221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***</cp:lastModifiedBy>
  <cp:revision>4</cp:revision>
  <cp:lastPrinted>2016-02-08T07:48:00Z</cp:lastPrinted>
  <dcterms:created xsi:type="dcterms:W3CDTF">2016-02-08T05:10:00Z</dcterms:created>
  <dcterms:modified xsi:type="dcterms:W3CDTF">2016-12-28T04:13:00Z</dcterms:modified>
</cp:coreProperties>
</file>